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DD" w:rsidRDefault="00F67BDD" w:rsidP="00F67BDD">
      <w:pPr>
        <w:shd w:val="clear" w:color="auto" w:fill="000000" w:themeFill="text1"/>
        <w:jc w:val="center"/>
      </w:pPr>
      <w:r>
        <w:t>Film Clip Analysis: Whiplash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7561"/>
      </w:tblGrid>
      <w:tr w:rsidR="00F67BDD" w:rsidTr="00F67BDD">
        <w:trPr>
          <w:trHeight w:val="1108"/>
        </w:trPr>
        <w:tc>
          <w:tcPr>
            <w:tcW w:w="2520" w:type="dxa"/>
            <w:vAlign w:val="center"/>
          </w:tcPr>
          <w:p w:rsidR="00F67BDD" w:rsidRDefault="00F67BDD" w:rsidP="00F67BDD">
            <w:r>
              <w:t xml:space="preserve">Description of situation: </w:t>
            </w:r>
          </w:p>
        </w:tc>
        <w:tc>
          <w:tcPr>
            <w:tcW w:w="7561" w:type="dxa"/>
          </w:tcPr>
          <w:p w:rsidR="00F67BDD" w:rsidRDefault="00F67BDD"/>
        </w:tc>
      </w:tr>
    </w:tbl>
    <w:p w:rsidR="00F67BDD" w:rsidRDefault="00F67B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2520"/>
        <w:gridCol w:w="2520"/>
        <w:gridCol w:w="2521"/>
      </w:tblGrid>
      <w:tr w:rsidR="00F67BDD" w:rsidTr="00F67BDD">
        <w:trPr>
          <w:trHeight w:val="489"/>
        </w:trPr>
        <w:tc>
          <w:tcPr>
            <w:tcW w:w="2520" w:type="dxa"/>
            <w:vAlign w:val="center"/>
          </w:tcPr>
          <w:p w:rsidR="00F67BDD" w:rsidRDefault="00F67BDD" w:rsidP="00F67BDD">
            <w:pPr>
              <w:jc w:val="center"/>
            </w:pPr>
            <w:r>
              <w:t>Characters</w:t>
            </w:r>
          </w:p>
        </w:tc>
        <w:tc>
          <w:tcPr>
            <w:tcW w:w="2520" w:type="dxa"/>
            <w:vAlign w:val="center"/>
          </w:tcPr>
          <w:p w:rsidR="00F67BDD" w:rsidRDefault="00F67BDD" w:rsidP="00F67BDD">
            <w:pPr>
              <w:jc w:val="center"/>
            </w:pPr>
            <w:r>
              <w:t>Feelings</w:t>
            </w:r>
          </w:p>
        </w:tc>
        <w:tc>
          <w:tcPr>
            <w:tcW w:w="2520" w:type="dxa"/>
            <w:vAlign w:val="center"/>
          </w:tcPr>
          <w:p w:rsidR="00F67BDD" w:rsidRDefault="00F67BDD" w:rsidP="00F67BDD">
            <w:pPr>
              <w:jc w:val="center"/>
            </w:pPr>
            <w:r>
              <w:t>Behaviours</w:t>
            </w:r>
          </w:p>
        </w:tc>
        <w:tc>
          <w:tcPr>
            <w:tcW w:w="2521" w:type="dxa"/>
          </w:tcPr>
          <w:p w:rsidR="00F67BDD" w:rsidRDefault="00F67BDD">
            <w:r>
              <w:t>Other people might…</w:t>
            </w:r>
          </w:p>
        </w:tc>
      </w:tr>
      <w:tr w:rsidR="00F67BDD" w:rsidTr="00F67BDD">
        <w:trPr>
          <w:trHeight w:val="1108"/>
        </w:trPr>
        <w:tc>
          <w:tcPr>
            <w:tcW w:w="2520" w:type="dxa"/>
            <w:vAlign w:val="center"/>
          </w:tcPr>
          <w:p w:rsidR="00F67BDD" w:rsidRDefault="00F67BDD" w:rsidP="00F67BDD">
            <w:r>
              <w:t xml:space="preserve">Students </w:t>
            </w:r>
          </w:p>
        </w:tc>
        <w:tc>
          <w:tcPr>
            <w:tcW w:w="2520" w:type="dxa"/>
            <w:vAlign w:val="center"/>
          </w:tcPr>
          <w:p w:rsidR="00F67BDD" w:rsidRDefault="00F67BDD" w:rsidP="00F67BDD"/>
        </w:tc>
        <w:tc>
          <w:tcPr>
            <w:tcW w:w="2520" w:type="dxa"/>
            <w:vAlign w:val="center"/>
          </w:tcPr>
          <w:p w:rsidR="00F67BDD" w:rsidRDefault="00F67BDD" w:rsidP="00F67BDD"/>
        </w:tc>
        <w:tc>
          <w:tcPr>
            <w:tcW w:w="2521" w:type="dxa"/>
            <w:vAlign w:val="center"/>
          </w:tcPr>
          <w:p w:rsidR="00F67BDD" w:rsidRDefault="00F67BDD" w:rsidP="00F67BDD"/>
        </w:tc>
      </w:tr>
      <w:tr w:rsidR="00F67BDD" w:rsidTr="00F67BDD">
        <w:trPr>
          <w:trHeight w:val="1108"/>
        </w:trPr>
        <w:tc>
          <w:tcPr>
            <w:tcW w:w="2520" w:type="dxa"/>
            <w:vAlign w:val="center"/>
          </w:tcPr>
          <w:p w:rsidR="00F67BDD" w:rsidRDefault="00F67BDD" w:rsidP="00F67BDD">
            <w:r>
              <w:t xml:space="preserve">Conductor </w:t>
            </w:r>
          </w:p>
        </w:tc>
        <w:tc>
          <w:tcPr>
            <w:tcW w:w="2520" w:type="dxa"/>
            <w:vAlign w:val="center"/>
          </w:tcPr>
          <w:p w:rsidR="00F67BDD" w:rsidRDefault="00F67BDD" w:rsidP="00F67BDD"/>
        </w:tc>
        <w:tc>
          <w:tcPr>
            <w:tcW w:w="2520" w:type="dxa"/>
            <w:vAlign w:val="center"/>
          </w:tcPr>
          <w:p w:rsidR="00F67BDD" w:rsidRDefault="00F67BDD" w:rsidP="00F67BDD"/>
        </w:tc>
        <w:tc>
          <w:tcPr>
            <w:tcW w:w="2521" w:type="dxa"/>
            <w:vAlign w:val="center"/>
          </w:tcPr>
          <w:p w:rsidR="00F67BDD" w:rsidRDefault="00F67BDD" w:rsidP="00F67BDD"/>
        </w:tc>
      </w:tr>
      <w:tr w:rsidR="00F67BDD" w:rsidTr="00F67BDD">
        <w:trPr>
          <w:trHeight w:val="1108"/>
        </w:trPr>
        <w:tc>
          <w:tcPr>
            <w:tcW w:w="2520" w:type="dxa"/>
            <w:vAlign w:val="center"/>
          </w:tcPr>
          <w:p w:rsidR="00F67BDD" w:rsidRDefault="00F67BDD" w:rsidP="00F67BDD">
            <w:r>
              <w:t>Me</w:t>
            </w:r>
          </w:p>
        </w:tc>
        <w:tc>
          <w:tcPr>
            <w:tcW w:w="2520" w:type="dxa"/>
            <w:vAlign w:val="center"/>
          </w:tcPr>
          <w:p w:rsidR="00F67BDD" w:rsidRDefault="00F67BDD" w:rsidP="00F67BDD"/>
        </w:tc>
        <w:tc>
          <w:tcPr>
            <w:tcW w:w="2520" w:type="dxa"/>
            <w:vAlign w:val="center"/>
          </w:tcPr>
          <w:p w:rsidR="00F67BDD" w:rsidRDefault="00F67BDD" w:rsidP="00F67BDD"/>
        </w:tc>
        <w:tc>
          <w:tcPr>
            <w:tcW w:w="2521" w:type="dxa"/>
            <w:vAlign w:val="center"/>
          </w:tcPr>
          <w:p w:rsidR="00F67BDD" w:rsidRDefault="00F67BDD" w:rsidP="00F67BDD"/>
        </w:tc>
      </w:tr>
    </w:tbl>
    <w:p w:rsidR="00BB7F63" w:rsidRDefault="00F67BDD"/>
    <w:p w:rsidR="00F67BDD" w:rsidRDefault="00F67BDD">
      <w:bookmarkStart w:id="0" w:name="_GoBack"/>
      <w:bookmarkEnd w:id="0"/>
    </w:p>
    <w:p w:rsidR="00F67BDD" w:rsidRDefault="00F67BDD"/>
    <w:p w:rsidR="00F67BDD" w:rsidRDefault="00F67BDD" w:rsidP="00F67BDD">
      <w:pPr>
        <w:shd w:val="clear" w:color="auto" w:fill="000000" w:themeFill="text1"/>
        <w:jc w:val="center"/>
      </w:pPr>
      <w:r>
        <w:t>Film Clip Analysis: Whiplash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7561"/>
      </w:tblGrid>
      <w:tr w:rsidR="00F67BDD" w:rsidTr="005607CB">
        <w:trPr>
          <w:trHeight w:val="1108"/>
        </w:trPr>
        <w:tc>
          <w:tcPr>
            <w:tcW w:w="2520" w:type="dxa"/>
            <w:vAlign w:val="center"/>
          </w:tcPr>
          <w:p w:rsidR="00F67BDD" w:rsidRDefault="00F67BDD" w:rsidP="005607CB">
            <w:r>
              <w:t xml:space="preserve">Description of situation: </w:t>
            </w:r>
          </w:p>
        </w:tc>
        <w:tc>
          <w:tcPr>
            <w:tcW w:w="7561" w:type="dxa"/>
          </w:tcPr>
          <w:p w:rsidR="00F67BDD" w:rsidRDefault="00F67BDD" w:rsidP="005607CB"/>
        </w:tc>
      </w:tr>
    </w:tbl>
    <w:p w:rsidR="00F67BDD" w:rsidRDefault="00F67BDD" w:rsidP="00F67B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0"/>
        <w:gridCol w:w="2520"/>
        <w:gridCol w:w="2520"/>
        <w:gridCol w:w="2521"/>
      </w:tblGrid>
      <w:tr w:rsidR="00F67BDD" w:rsidTr="005607CB">
        <w:trPr>
          <w:trHeight w:val="489"/>
        </w:trPr>
        <w:tc>
          <w:tcPr>
            <w:tcW w:w="2520" w:type="dxa"/>
            <w:vAlign w:val="center"/>
          </w:tcPr>
          <w:p w:rsidR="00F67BDD" w:rsidRDefault="00F67BDD" w:rsidP="005607CB">
            <w:pPr>
              <w:jc w:val="center"/>
            </w:pPr>
            <w:r>
              <w:t>Characters</w:t>
            </w:r>
          </w:p>
        </w:tc>
        <w:tc>
          <w:tcPr>
            <w:tcW w:w="2520" w:type="dxa"/>
            <w:vAlign w:val="center"/>
          </w:tcPr>
          <w:p w:rsidR="00F67BDD" w:rsidRDefault="00F67BDD" w:rsidP="005607CB">
            <w:pPr>
              <w:jc w:val="center"/>
            </w:pPr>
            <w:r>
              <w:t>Feelings</w:t>
            </w:r>
          </w:p>
        </w:tc>
        <w:tc>
          <w:tcPr>
            <w:tcW w:w="2520" w:type="dxa"/>
            <w:vAlign w:val="center"/>
          </w:tcPr>
          <w:p w:rsidR="00F67BDD" w:rsidRDefault="00F67BDD" w:rsidP="005607CB">
            <w:pPr>
              <w:jc w:val="center"/>
            </w:pPr>
            <w:r>
              <w:t>Behaviours</w:t>
            </w:r>
          </w:p>
        </w:tc>
        <w:tc>
          <w:tcPr>
            <w:tcW w:w="2521" w:type="dxa"/>
          </w:tcPr>
          <w:p w:rsidR="00F67BDD" w:rsidRDefault="00F67BDD" w:rsidP="005607CB">
            <w:r>
              <w:t>Other people might…</w:t>
            </w:r>
          </w:p>
        </w:tc>
      </w:tr>
      <w:tr w:rsidR="00F67BDD" w:rsidTr="005607CB">
        <w:trPr>
          <w:trHeight w:val="1108"/>
        </w:trPr>
        <w:tc>
          <w:tcPr>
            <w:tcW w:w="2520" w:type="dxa"/>
            <w:vAlign w:val="center"/>
          </w:tcPr>
          <w:p w:rsidR="00F67BDD" w:rsidRDefault="00F67BDD" w:rsidP="005607CB">
            <w:r>
              <w:t xml:space="preserve">Students </w:t>
            </w:r>
          </w:p>
        </w:tc>
        <w:tc>
          <w:tcPr>
            <w:tcW w:w="2520" w:type="dxa"/>
            <w:vAlign w:val="center"/>
          </w:tcPr>
          <w:p w:rsidR="00F67BDD" w:rsidRDefault="00F67BDD" w:rsidP="005607CB"/>
        </w:tc>
        <w:tc>
          <w:tcPr>
            <w:tcW w:w="2520" w:type="dxa"/>
            <w:vAlign w:val="center"/>
          </w:tcPr>
          <w:p w:rsidR="00F67BDD" w:rsidRDefault="00F67BDD" w:rsidP="005607CB"/>
        </w:tc>
        <w:tc>
          <w:tcPr>
            <w:tcW w:w="2521" w:type="dxa"/>
            <w:vAlign w:val="center"/>
          </w:tcPr>
          <w:p w:rsidR="00F67BDD" w:rsidRDefault="00F67BDD" w:rsidP="005607CB"/>
        </w:tc>
      </w:tr>
      <w:tr w:rsidR="00F67BDD" w:rsidTr="005607CB">
        <w:trPr>
          <w:trHeight w:val="1108"/>
        </w:trPr>
        <w:tc>
          <w:tcPr>
            <w:tcW w:w="2520" w:type="dxa"/>
            <w:vAlign w:val="center"/>
          </w:tcPr>
          <w:p w:rsidR="00F67BDD" w:rsidRDefault="00F67BDD" w:rsidP="005607CB">
            <w:r>
              <w:t xml:space="preserve">Conductor </w:t>
            </w:r>
          </w:p>
        </w:tc>
        <w:tc>
          <w:tcPr>
            <w:tcW w:w="2520" w:type="dxa"/>
            <w:vAlign w:val="center"/>
          </w:tcPr>
          <w:p w:rsidR="00F67BDD" w:rsidRDefault="00F67BDD" w:rsidP="005607CB"/>
        </w:tc>
        <w:tc>
          <w:tcPr>
            <w:tcW w:w="2520" w:type="dxa"/>
            <w:vAlign w:val="center"/>
          </w:tcPr>
          <w:p w:rsidR="00F67BDD" w:rsidRDefault="00F67BDD" w:rsidP="005607CB"/>
        </w:tc>
        <w:tc>
          <w:tcPr>
            <w:tcW w:w="2521" w:type="dxa"/>
            <w:vAlign w:val="center"/>
          </w:tcPr>
          <w:p w:rsidR="00F67BDD" w:rsidRDefault="00F67BDD" w:rsidP="005607CB"/>
        </w:tc>
      </w:tr>
      <w:tr w:rsidR="00F67BDD" w:rsidTr="005607CB">
        <w:trPr>
          <w:trHeight w:val="1108"/>
        </w:trPr>
        <w:tc>
          <w:tcPr>
            <w:tcW w:w="2520" w:type="dxa"/>
            <w:vAlign w:val="center"/>
          </w:tcPr>
          <w:p w:rsidR="00F67BDD" w:rsidRDefault="00F67BDD" w:rsidP="005607CB">
            <w:r>
              <w:t>Me</w:t>
            </w:r>
          </w:p>
        </w:tc>
        <w:tc>
          <w:tcPr>
            <w:tcW w:w="2520" w:type="dxa"/>
            <w:vAlign w:val="center"/>
          </w:tcPr>
          <w:p w:rsidR="00F67BDD" w:rsidRDefault="00F67BDD" w:rsidP="005607CB"/>
        </w:tc>
        <w:tc>
          <w:tcPr>
            <w:tcW w:w="2520" w:type="dxa"/>
            <w:vAlign w:val="center"/>
          </w:tcPr>
          <w:p w:rsidR="00F67BDD" w:rsidRDefault="00F67BDD" w:rsidP="005607CB"/>
        </w:tc>
        <w:tc>
          <w:tcPr>
            <w:tcW w:w="2521" w:type="dxa"/>
            <w:vAlign w:val="center"/>
          </w:tcPr>
          <w:p w:rsidR="00F67BDD" w:rsidRDefault="00F67BDD" w:rsidP="005607CB"/>
        </w:tc>
      </w:tr>
    </w:tbl>
    <w:p w:rsidR="00F67BDD" w:rsidRDefault="00F67BDD"/>
    <w:sectPr w:rsidR="00F67BDD" w:rsidSect="00320E87">
      <w:pgSz w:w="11907" w:h="16839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BDD"/>
    <w:rsid w:val="00267C19"/>
    <w:rsid w:val="00320E87"/>
    <w:rsid w:val="00403D12"/>
    <w:rsid w:val="004C595D"/>
    <w:rsid w:val="00B25407"/>
    <w:rsid w:val="00DB6FDD"/>
    <w:rsid w:val="00EB5187"/>
    <w:rsid w:val="00F67BDD"/>
    <w:rsid w:val="00FE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7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EA5326DF</Template>
  <TotalTime>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K. Mitchell</cp:lastModifiedBy>
  <cp:revision>1</cp:revision>
  <dcterms:created xsi:type="dcterms:W3CDTF">2016-11-02T16:37:00Z</dcterms:created>
  <dcterms:modified xsi:type="dcterms:W3CDTF">2016-11-02T16:40:00Z</dcterms:modified>
</cp:coreProperties>
</file>